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 to 30</w:t>
            </w:r>
            <w:r w:rsidR="00D864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6C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</w:t>
            </w:r>
            <w:r w:rsidR="002C66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="002C6606">
              <w:rPr>
                <w:rFonts w:ascii="Times New Roman" w:hAnsi="Times New Roman" w:cs="Times New Roman"/>
                <w:b/>
                <w:sz w:val="24"/>
                <w:szCs w:val="24"/>
              </w:rPr>
              <w:t>Write Numbers 0-20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(Day 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does a number represent?  How do we use numbers?  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Song:  Greg and Steve’s Number Rock</w:t>
            </w:r>
          </w:p>
          <w:p w:rsidR="004B0900" w:rsidRDefault="004B0900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Colored sand</w:t>
            </w:r>
          </w:p>
          <w:p w:rsidR="004B0900" w:rsidRPr="0067424C" w:rsidRDefault="004B0900" w:rsidP="002475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Tray/ pie pans</w:t>
            </w:r>
          </w:p>
        </w:tc>
        <w:tc>
          <w:tcPr>
            <w:tcW w:w="2760" w:type="dxa"/>
            <w:gridSpan w:val="3"/>
          </w:tcPr>
          <w:p w:rsidR="00D85633" w:rsidRDefault="00D85633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Tray/pie pan,</w:t>
            </w:r>
          </w:p>
          <w:p w:rsidR="004B0900" w:rsidRDefault="004B0900" w:rsidP="00247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Colored sand, pencil, dotted paper, plain paper</w:t>
            </w:r>
          </w:p>
        </w:tc>
        <w:tc>
          <w:tcPr>
            <w:tcW w:w="5496" w:type="dxa"/>
            <w:gridSpan w:val="2"/>
          </w:tcPr>
          <w:p w:rsidR="00D85633" w:rsidRDefault="009451F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674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14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K.CC.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>1 and K.CC.3   Counting objects and writing numbers 0-20.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55D7E" w:rsidRDefault="00D85633" w:rsidP="00B55D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</w:t>
            </w:r>
            <w:r w:rsidR="00312F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objects to 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B55D7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D85633" w:rsidRDefault="00B55D7E" w:rsidP="00B55D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write the numeral that represents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674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number of items.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>(How will students become cognitively engaged and focused?)</w:t>
            </w:r>
            <w:r w:rsidR="0067424C" w:rsidRP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students will sing the number rock.</w:t>
            </w:r>
            <w:r w:rsidR="0067424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D85633" w:rsidRPr="000F4908" w:rsidRDefault="00D85633" w:rsidP="008A5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C03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F49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041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2475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have a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tray of colored sand on document camera.  She will 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review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 to correctly make numbers 0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-10 with her finger in the sand and then demonstrate how to correctly make numbers 11-15.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46C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E04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 </w:t>
            </w:r>
            <w:r w:rsidR="00270731">
              <w:rPr>
                <w:rFonts w:ascii="Times New Roman" w:hAnsi="Times New Roman" w:cs="Times New Roman"/>
                <w:b/>
                <w:sz w:val="24"/>
                <w:szCs w:val="24"/>
              </w:rPr>
              <w:t>and students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each have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a tray of colored sand.   Together,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they will form the numbers 0-15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the sand with their finger.</w:t>
            </w:r>
          </w:p>
          <w:p w:rsidR="00AB454B" w:rsidRDefault="00AB454B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B09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B45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dents will write the numbers 0-10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trace on dotted paper the numb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>ers 11-15</w:t>
            </w:r>
            <w:r w:rsidR="004B09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16E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945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6E46">
              <w:rPr>
                <w:rFonts w:ascii="Times New Roman" w:hAnsi="Times New Roman" w:cs="Times New Roman"/>
                <w:b/>
                <w:sz w:val="24"/>
                <w:szCs w:val="24"/>
              </w:rPr>
              <w:t>Students will use their fingers to “write” the number the teacher calls out on their table.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9F180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6C00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451F5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the number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on their own</w:t>
            </w:r>
            <w:proofErr w:type="gramEnd"/>
            <w:r w:rsid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:rsidR="005C4CBE" w:rsidRDefault="009451F5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smaller </w:t>
            </w:r>
            <w:r w:rsidR="009F1806">
              <w:rPr>
                <w:rFonts w:ascii="Times New Roman" w:hAnsi="Times New Roman" w:cs="Times New Roman"/>
                <w:sz w:val="24"/>
                <w:szCs w:val="24"/>
              </w:rPr>
              <w:t xml:space="preserve">number than </w:t>
            </w:r>
            <w:r w:rsidR="006C003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E46" w:rsidRPr="009451F5" w:rsidRDefault="00F16E46" w:rsidP="00F16E46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 tracing practice.</w:t>
            </w:r>
          </w:p>
        </w:tc>
        <w:tc>
          <w:tcPr>
            <w:tcW w:w="3672" w:type="dxa"/>
          </w:tcPr>
          <w:p w:rsidR="005C4CBE" w:rsidRPr="009451F5" w:rsidRDefault="00F16E46" w:rsidP="009451F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number cards for students to look at</w:t>
            </w:r>
            <w:r w:rsidR="009451F5" w:rsidRPr="00945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F18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  <w:r w:rsidR="006C00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paper assessment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00C0619"/>
    <w:multiLevelType w:val="hybridMultilevel"/>
    <w:tmpl w:val="8BEC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C0975"/>
    <w:rsid w:val="000F4908"/>
    <w:rsid w:val="0014140E"/>
    <w:rsid w:val="001F16C1"/>
    <w:rsid w:val="001F5E82"/>
    <w:rsid w:val="00224A5F"/>
    <w:rsid w:val="00247547"/>
    <w:rsid w:val="00270731"/>
    <w:rsid w:val="00274ACD"/>
    <w:rsid w:val="0028190D"/>
    <w:rsid w:val="00285686"/>
    <w:rsid w:val="002B77CB"/>
    <w:rsid w:val="002C0358"/>
    <w:rsid w:val="002C6606"/>
    <w:rsid w:val="00312FFF"/>
    <w:rsid w:val="0038033C"/>
    <w:rsid w:val="003A60D1"/>
    <w:rsid w:val="003D7D31"/>
    <w:rsid w:val="004B0900"/>
    <w:rsid w:val="004B658C"/>
    <w:rsid w:val="0051657B"/>
    <w:rsid w:val="00546CA9"/>
    <w:rsid w:val="00570FB8"/>
    <w:rsid w:val="005B0AFA"/>
    <w:rsid w:val="005C4CBE"/>
    <w:rsid w:val="00622BF9"/>
    <w:rsid w:val="00643719"/>
    <w:rsid w:val="006619C9"/>
    <w:rsid w:val="0067424C"/>
    <w:rsid w:val="006A0ACD"/>
    <w:rsid w:val="006C0036"/>
    <w:rsid w:val="006D1332"/>
    <w:rsid w:val="007B401D"/>
    <w:rsid w:val="0085449A"/>
    <w:rsid w:val="008A5041"/>
    <w:rsid w:val="008C13D7"/>
    <w:rsid w:val="009451F5"/>
    <w:rsid w:val="00957DD7"/>
    <w:rsid w:val="009B085C"/>
    <w:rsid w:val="009F1806"/>
    <w:rsid w:val="00A23585"/>
    <w:rsid w:val="00A67FA5"/>
    <w:rsid w:val="00AB454B"/>
    <w:rsid w:val="00B51CA8"/>
    <w:rsid w:val="00B55D7E"/>
    <w:rsid w:val="00C92D93"/>
    <w:rsid w:val="00CB2DBC"/>
    <w:rsid w:val="00CD5617"/>
    <w:rsid w:val="00D53EDF"/>
    <w:rsid w:val="00D7779B"/>
    <w:rsid w:val="00D85633"/>
    <w:rsid w:val="00D864A2"/>
    <w:rsid w:val="00EA0639"/>
    <w:rsid w:val="00F16E46"/>
    <w:rsid w:val="00F77D89"/>
    <w:rsid w:val="00FE04F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60F046-AECF-499E-9475-D2C9C9077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2537706D.dotm</Template>
  <TotalTime>2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5</cp:revision>
  <cp:lastPrinted>2012-06-21T16:29:00Z</cp:lastPrinted>
  <dcterms:created xsi:type="dcterms:W3CDTF">2012-06-27T15:55:00Z</dcterms:created>
  <dcterms:modified xsi:type="dcterms:W3CDTF">2012-06-27T15:56:00Z</dcterms:modified>
</cp:coreProperties>
</file>